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C8" w:rsidRPr="0006537D" w:rsidRDefault="001078C8" w:rsidP="001078C8">
      <w:pPr>
        <w:rPr>
          <w:rFonts w:ascii="Arial" w:hAnsi="Arial" w:cs="Arial"/>
          <w:b/>
        </w:rPr>
      </w:pPr>
      <w:r w:rsidRPr="0006537D">
        <w:rPr>
          <w:rFonts w:ascii="Arial" w:hAnsi="Arial" w:cs="Arial"/>
          <w:b/>
        </w:rPr>
        <w:t>Exercice : Complète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7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1078C8" w:rsidRPr="0006537D" w:rsidTr="001078C8">
        <w:trPr>
          <w:trHeight w:val="728"/>
        </w:trPr>
        <w:tc>
          <w:tcPr>
            <w:tcW w:w="1021" w:type="dxa"/>
            <w:shd w:val="clear" w:color="auto" w:fill="D9D9D9"/>
            <w:vAlign w:val="center"/>
          </w:tcPr>
          <w:p w:rsidR="001078C8" w:rsidRPr="001078C8" w:rsidRDefault="001078C8" w:rsidP="0032046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1078C8">
              <w:rPr>
                <w:rFonts w:ascii="Arial" w:hAnsi="Arial" w:cs="Arial"/>
                <w:b/>
                <w:sz w:val="36"/>
              </w:rPr>
              <w:t>60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61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65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69</w:t>
            </w:r>
          </w:p>
        </w:tc>
      </w:tr>
      <w:tr w:rsidR="001078C8" w:rsidRPr="0006537D" w:rsidTr="00320460">
        <w:trPr>
          <w:trHeight w:val="688"/>
        </w:trPr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71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72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76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78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</w:tr>
      <w:tr w:rsidR="001078C8" w:rsidRPr="0006537D" w:rsidTr="001078C8">
        <w:trPr>
          <w:trHeight w:val="728"/>
        </w:trPr>
        <w:tc>
          <w:tcPr>
            <w:tcW w:w="1021" w:type="dxa"/>
            <w:shd w:val="clear" w:color="auto" w:fill="BFBFBF"/>
            <w:vAlign w:val="center"/>
          </w:tcPr>
          <w:p w:rsidR="001078C8" w:rsidRPr="001078C8" w:rsidRDefault="001078C8" w:rsidP="0032046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1078C8">
              <w:rPr>
                <w:rFonts w:ascii="Arial" w:hAnsi="Arial" w:cs="Arial"/>
                <w:b/>
                <w:sz w:val="36"/>
              </w:rPr>
              <w:t>80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83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87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</w:tr>
      <w:tr w:rsidR="001078C8" w:rsidRPr="0006537D" w:rsidTr="00320460">
        <w:trPr>
          <w:trHeight w:val="688"/>
        </w:trPr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91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94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96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99</w:t>
            </w:r>
          </w:p>
        </w:tc>
      </w:tr>
    </w:tbl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2660650</wp:posOffset>
            </wp:positionH>
            <wp:positionV relativeFrom="paragraph">
              <wp:posOffset>25400</wp:posOffset>
            </wp:positionV>
            <wp:extent cx="142240" cy="755650"/>
            <wp:effectExtent l="0" t="0" r="0" b="6350"/>
            <wp:wrapNone/>
            <wp:docPr id="195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2795270</wp:posOffset>
            </wp:positionH>
            <wp:positionV relativeFrom="paragraph">
              <wp:posOffset>29210</wp:posOffset>
            </wp:positionV>
            <wp:extent cx="142240" cy="755650"/>
            <wp:effectExtent l="0" t="0" r="0" b="6350"/>
            <wp:wrapNone/>
            <wp:docPr id="194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25400</wp:posOffset>
            </wp:positionV>
            <wp:extent cx="142240" cy="755650"/>
            <wp:effectExtent l="0" t="0" r="0" b="6350"/>
            <wp:wrapNone/>
            <wp:docPr id="193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20320</wp:posOffset>
            </wp:positionV>
            <wp:extent cx="142240" cy="755650"/>
            <wp:effectExtent l="0" t="0" r="0" b="6350"/>
            <wp:wrapNone/>
            <wp:docPr id="192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16510</wp:posOffset>
            </wp:positionV>
            <wp:extent cx="142240" cy="755650"/>
            <wp:effectExtent l="0" t="0" r="0" b="6350"/>
            <wp:wrapNone/>
            <wp:docPr id="19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3348355</wp:posOffset>
            </wp:positionH>
            <wp:positionV relativeFrom="paragraph">
              <wp:posOffset>20320</wp:posOffset>
            </wp:positionV>
            <wp:extent cx="142240" cy="755650"/>
            <wp:effectExtent l="0" t="0" r="0" b="6350"/>
            <wp:wrapNone/>
            <wp:docPr id="180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290195</wp:posOffset>
                </wp:positionV>
                <wp:extent cx="173990" cy="1083310"/>
                <wp:effectExtent l="2540" t="0" r="19050" b="95250"/>
                <wp:wrapNone/>
                <wp:docPr id="179" name="Accolade ferman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5A19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9" o:spid="_x0000_s1026" type="#_x0000_t88" style="position:absolute;margin-left:234.1pt;margin-top:22.85pt;width:13.7pt;height:85.3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3858895</wp:posOffset>
            </wp:positionH>
            <wp:positionV relativeFrom="paragraph">
              <wp:posOffset>623570</wp:posOffset>
            </wp:positionV>
            <wp:extent cx="143510" cy="139700"/>
            <wp:effectExtent l="0" t="0" r="8890" b="0"/>
            <wp:wrapNone/>
            <wp:docPr id="178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893445</wp:posOffset>
                </wp:positionV>
                <wp:extent cx="1809750" cy="253365"/>
                <wp:effectExtent l="0" t="0" r="19050" b="13335"/>
                <wp:wrapNone/>
                <wp:docPr id="177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margin-left:214.4pt;margin-top:70.35pt;width:142.5pt;height:19.9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3692525</wp:posOffset>
            </wp:positionH>
            <wp:positionV relativeFrom="paragraph">
              <wp:posOffset>635000</wp:posOffset>
            </wp:positionV>
            <wp:extent cx="143510" cy="139700"/>
            <wp:effectExtent l="0" t="0" r="8890" b="0"/>
            <wp:wrapNone/>
            <wp:docPr id="17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619760</wp:posOffset>
                </wp:positionV>
                <wp:extent cx="220980" cy="451485"/>
                <wp:effectExtent l="0" t="953" r="25718" b="101917"/>
                <wp:wrapNone/>
                <wp:docPr id="175" name="Accolade ferman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220980" cy="451485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BB7BC" id="Accolade fermante 20" o:spid="_x0000_s1026" type="#_x0000_t88" style="position:absolute;margin-left:295.75pt;margin-top:48.8pt;width:17.4pt;height:35.5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" adj="6662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3474085</wp:posOffset>
                </wp:positionH>
                <wp:positionV relativeFrom="paragraph">
                  <wp:posOffset>1024890</wp:posOffset>
                </wp:positionV>
                <wp:extent cx="173990" cy="1083310"/>
                <wp:effectExtent l="2540" t="0" r="19050" b="95250"/>
                <wp:wrapNone/>
                <wp:docPr id="165" name="Accolade ferman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63FAB" id="Accolade fermante 22" o:spid="_x0000_s1026" type="#_x0000_t88" style="position:absolute;margin-left:273.55pt;margin-top:80.7pt;width:13.7pt;height:85.3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1617345</wp:posOffset>
                </wp:positionV>
                <wp:extent cx="469265" cy="347345"/>
                <wp:effectExtent l="0" t="0" r="26035" b="14605"/>
                <wp:wrapNone/>
                <wp:docPr id="16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27" type="#_x0000_t202" style="position:absolute;margin-left:262.65pt;margin-top:127.35pt;width:36.95pt;height:27.3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29210</wp:posOffset>
            </wp:positionV>
            <wp:extent cx="142240" cy="755650"/>
            <wp:effectExtent l="0" t="0" r="0" b="6350"/>
            <wp:wrapNone/>
            <wp:docPr id="163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37D">
        <w:rPr>
          <w:rFonts w:ascii="Arial" w:hAnsi="Arial" w:cs="Arial"/>
          <w:b/>
        </w:rPr>
        <w:t xml:space="preserve">Exercice : </w:t>
      </w:r>
      <w:r>
        <w:rPr>
          <w:rFonts w:ascii="Arial" w:hAnsi="Arial" w:cs="Arial"/>
          <w:b/>
        </w:rPr>
        <w:t>Refais</w:t>
      </w:r>
      <w:r w:rsidRPr="0006537D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comme le modèle</w: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1174750</wp:posOffset>
            </wp:positionH>
            <wp:positionV relativeFrom="paragraph">
              <wp:posOffset>618490</wp:posOffset>
            </wp:positionV>
            <wp:extent cx="143510" cy="139700"/>
            <wp:effectExtent l="0" t="0" r="8890" b="0"/>
            <wp:wrapNone/>
            <wp:docPr id="16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142240" cy="755650"/>
            <wp:effectExtent l="0" t="0" r="0" b="6350"/>
            <wp:wrapNone/>
            <wp:docPr id="1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8890</wp:posOffset>
            </wp:positionV>
            <wp:extent cx="142240" cy="755650"/>
            <wp:effectExtent l="0" t="0" r="0" b="6350"/>
            <wp:wrapNone/>
            <wp:docPr id="16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12700</wp:posOffset>
            </wp:positionV>
            <wp:extent cx="142240" cy="755650"/>
            <wp:effectExtent l="0" t="0" r="0" b="6350"/>
            <wp:wrapNone/>
            <wp:docPr id="15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8890</wp:posOffset>
            </wp:positionV>
            <wp:extent cx="142240" cy="755650"/>
            <wp:effectExtent l="0" t="0" r="0" b="6350"/>
            <wp:wrapNone/>
            <wp:docPr id="149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553085</wp:posOffset>
            </wp:positionH>
            <wp:positionV relativeFrom="paragraph">
              <wp:posOffset>3810</wp:posOffset>
            </wp:positionV>
            <wp:extent cx="142240" cy="755650"/>
            <wp:effectExtent l="0" t="0" r="0" b="6350"/>
            <wp:wrapNone/>
            <wp:docPr id="14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695960</wp:posOffset>
            </wp:positionH>
            <wp:positionV relativeFrom="paragraph">
              <wp:posOffset>0</wp:posOffset>
            </wp:positionV>
            <wp:extent cx="142240" cy="755650"/>
            <wp:effectExtent l="0" t="0" r="0" b="6350"/>
            <wp:wrapNone/>
            <wp:docPr id="14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3810</wp:posOffset>
            </wp:positionV>
            <wp:extent cx="142240" cy="755650"/>
            <wp:effectExtent l="0" t="0" r="0" b="6350"/>
            <wp:wrapNone/>
            <wp:docPr id="146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0</wp:posOffset>
            </wp:positionV>
            <wp:extent cx="142240" cy="755650"/>
            <wp:effectExtent l="0" t="0" r="0" b="6350"/>
            <wp:wrapNone/>
            <wp:docPr id="145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1341120</wp:posOffset>
            </wp:positionH>
            <wp:positionV relativeFrom="paragraph">
              <wp:posOffset>612140</wp:posOffset>
            </wp:positionV>
            <wp:extent cx="143510" cy="139700"/>
            <wp:effectExtent l="0" t="0" r="8890" b="0"/>
            <wp:wrapNone/>
            <wp:docPr id="13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611505</wp:posOffset>
            </wp:positionV>
            <wp:extent cx="143510" cy="139700"/>
            <wp:effectExtent l="0" t="0" r="8890" b="0"/>
            <wp:wrapNone/>
            <wp:docPr id="13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273685</wp:posOffset>
                </wp:positionV>
                <wp:extent cx="173990" cy="1083310"/>
                <wp:effectExtent l="2540" t="0" r="19050" b="95250"/>
                <wp:wrapNone/>
                <wp:docPr id="131" name="Accolade ferman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41E82" id="Accolade fermante 13" o:spid="_x0000_s1026" type="#_x0000_t88" style="position:absolute;margin-left:35.85pt;margin-top:21.55pt;width:13.7pt;height:85.3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1372235</wp:posOffset>
                </wp:positionH>
                <wp:positionV relativeFrom="paragraph">
                  <wp:posOffset>454660</wp:posOffset>
                </wp:positionV>
                <wp:extent cx="173990" cy="687070"/>
                <wp:effectExtent l="0" t="8890" r="26670" b="102870"/>
                <wp:wrapNone/>
                <wp:docPr id="130" name="Accolade ferman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541D9" id="Accolade fermante 14" o:spid="_x0000_s1026" type="#_x0000_t88" style="position:absolute;margin-left:108.05pt;margin-top:35.8pt;width:13.7pt;height:54.1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HVtAIAAGQ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150495</wp:posOffset>
                </wp:positionV>
                <wp:extent cx="1384300" cy="253365"/>
                <wp:effectExtent l="0" t="0" r="25400" b="13335"/>
                <wp:wrapNone/>
                <wp:docPr id="129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1" o:spid="_x0000_s1028" type="#_x0000_t202" style="position:absolute;margin-left:228.25pt;margin-top:11.85pt;width:109pt;height:19.9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56515</wp:posOffset>
                </wp:positionV>
                <wp:extent cx="1909445" cy="255270"/>
                <wp:effectExtent l="11430" t="12065" r="12700" b="8890"/>
                <wp:wrapNone/>
                <wp:docPr id="128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2552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8 dizaines et     3 unités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29" type="#_x0000_t202" style="position:absolute;margin-left:15.9pt;margin-top:4.45pt;width:150.35pt;height:20.1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" fillcolor="#f2f2f2 [3052]" strokeweight=".5pt"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8 dizaines et     3 unités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73660</wp:posOffset>
                </wp:positionV>
                <wp:extent cx="1384935" cy="254000"/>
                <wp:effectExtent l="6985" t="8890" r="8255" b="13335"/>
                <wp:wrapNone/>
                <wp:docPr id="127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5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80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>+       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5" o:spid="_x0000_s1030" type="#_x0000_t202" style="position:absolute;margin-left:25.3pt;margin-top:5.8pt;width:109.05pt;height:20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" fillcolor="#f2f2f2 [3052]" strokeweight=".5pt"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80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>+        3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895985</wp:posOffset>
                </wp:positionH>
                <wp:positionV relativeFrom="paragraph">
                  <wp:posOffset>-427355</wp:posOffset>
                </wp:positionV>
                <wp:extent cx="173990" cy="1083310"/>
                <wp:effectExtent l="2540" t="0" r="19050" b="95250"/>
                <wp:wrapNone/>
                <wp:docPr id="126" name="Accolade ferman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B311E" id="Accolade fermante 16" o:spid="_x0000_s1026" type="#_x0000_t88" style="position:absolute;margin-left:70.55pt;margin-top:-33.65pt;width:13.7pt;height:85.3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165100</wp:posOffset>
                </wp:positionV>
                <wp:extent cx="469265" cy="347345"/>
                <wp:effectExtent l="5080" t="13335" r="11430" b="10795"/>
                <wp:wrapNone/>
                <wp:docPr id="125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06537D">
                              <w:rPr>
                                <w:rFonts w:ascii="Arial" w:hAnsi="Arial" w:cs="Arial"/>
                                <w:sz w:val="36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1" type="#_x0000_t202" style="position:absolute;margin-left:59.65pt;margin-top:13pt;width:36.95pt;height:27.3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" fillcolor="#f2f2f2 [3052]" strokeweight=".5pt"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 w:rsidRPr="0006537D">
                        <w:rPr>
                          <w:rFonts w:ascii="Arial" w:hAnsi="Arial" w:cs="Arial"/>
                          <w:sz w:val="36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695325</wp:posOffset>
                </wp:positionV>
                <wp:extent cx="173990" cy="687070"/>
                <wp:effectExtent l="0" t="8890" r="26670" b="102870"/>
                <wp:wrapNone/>
                <wp:docPr id="124" name="Accolade ferman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FBF2C" id="Accolade fermante 54" o:spid="_x0000_s1026" type="#_x0000_t88" style="position:absolute;margin-left:307.3pt;margin-top:54.75pt;width:13.7pt;height:54.1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nM/tAIAAGQ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505460</wp:posOffset>
                </wp:positionV>
                <wp:extent cx="173990" cy="1083310"/>
                <wp:effectExtent l="2540" t="0" r="19050" b="95250"/>
                <wp:wrapNone/>
                <wp:docPr id="123" name="Accolade ferman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D7374" id="Accolade fermante 53" o:spid="_x0000_s1026" type="#_x0000_t88" style="position:absolute;margin-left:235.2pt;margin-top:39.8pt;width:13.7pt;height:85.3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843280</wp:posOffset>
            </wp:positionV>
            <wp:extent cx="143510" cy="139700"/>
            <wp:effectExtent l="0" t="0" r="8890" b="0"/>
            <wp:wrapNone/>
            <wp:docPr id="122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843915</wp:posOffset>
            </wp:positionV>
            <wp:extent cx="143510" cy="139700"/>
            <wp:effectExtent l="0" t="0" r="8890" b="0"/>
            <wp:wrapNone/>
            <wp:docPr id="121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235585</wp:posOffset>
            </wp:positionV>
            <wp:extent cx="142240" cy="755650"/>
            <wp:effectExtent l="0" t="0" r="0" b="6350"/>
            <wp:wrapNone/>
            <wp:docPr id="120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3227705</wp:posOffset>
            </wp:positionH>
            <wp:positionV relativeFrom="paragraph">
              <wp:posOffset>231775</wp:posOffset>
            </wp:positionV>
            <wp:extent cx="142240" cy="755650"/>
            <wp:effectExtent l="0" t="0" r="0" b="6350"/>
            <wp:wrapNone/>
            <wp:docPr id="119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3084830</wp:posOffset>
            </wp:positionH>
            <wp:positionV relativeFrom="paragraph">
              <wp:posOffset>235585</wp:posOffset>
            </wp:positionV>
            <wp:extent cx="142240" cy="755650"/>
            <wp:effectExtent l="0" t="0" r="0" b="6350"/>
            <wp:wrapNone/>
            <wp:docPr id="118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2950210</wp:posOffset>
            </wp:positionH>
            <wp:positionV relativeFrom="paragraph">
              <wp:posOffset>240665</wp:posOffset>
            </wp:positionV>
            <wp:extent cx="142240" cy="755650"/>
            <wp:effectExtent l="0" t="0" r="0" b="6350"/>
            <wp:wrapNone/>
            <wp:docPr id="117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2809240</wp:posOffset>
            </wp:positionH>
            <wp:positionV relativeFrom="paragraph">
              <wp:posOffset>244475</wp:posOffset>
            </wp:positionV>
            <wp:extent cx="142240" cy="755650"/>
            <wp:effectExtent l="0" t="0" r="0" b="6350"/>
            <wp:wrapNone/>
            <wp:docPr id="116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240665</wp:posOffset>
            </wp:positionV>
            <wp:extent cx="142240" cy="755650"/>
            <wp:effectExtent l="0" t="0" r="0" b="6350"/>
            <wp:wrapNone/>
            <wp:docPr id="115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244475</wp:posOffset>
            </wp:positionV>
            <wp:extent cx="142240" cy="755650"/>
            <wp:effectExtent l="0" t="0" r="0" b="6350"/>
            <wp:wrapNone/>
            <wp:docPr id="114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3706495</wp:posOffset>
            </wp:positionH>
            <wp:positionV relativeFrom="paragraph">
              <wp:posOffset>850265</wp:posOffset>
            </wp:positionV>
            <wp:extent cx="143510" cy="139700"/>
            <wp:effectExtent l="0" t="0" r="8890" b="0"/>
            <wp:wrapNone/>
            <wp:docPr id="113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3889375</wp:posOffset>
            </wp:positionH>
            <wp:positionV relativeFrom="paragraph">
              <wp:posOffset>693420</wp:posOffset>
            </wp:positionV>
            <wp:extent cx="143510" cy="139700"/>
            <wp:effectExtent l="0" t="0" r="8890" b="0"/>
            <wp:wrapNone/>
            <wp:docPr id="112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692785</wp:posOffset>
            </wp:positionV>
            <wp:extent cx="143510" cy="139700"/>
            <wp:effectExtent l="0" t="0" r="8890" b="0"/>
            <wp:wrapNone/>
            <wp:docPr id="111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695960</wp:posOffset>
            </wp:positionV>
            <wp:extent cx="143510" cy="139700"/>
            <wp:effectExtent l="0" t="0" r="8890" b="0"/>
            <wp:wrapNone/>
            <wp:docPr id="110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1109345</wp:posOffset>
                </wp:positionV>
                <wp:extent cx="2111375" cy="255270"/>
                <wp:effectExtent l="0" t="0" r="22225" b="11430"/>
                <wp:wrapNone/>
                <wp:docPr id="109" name="Zone de text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255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    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7" o:spid="_x0000_s1032" type="#_x0000_t202" style="position:absolute;margin-left:207.6pt;margin-top:87.35pt;width:166.25pt;height:20.1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1872615</wp:posOffset>
                </wp:positionV>
                <wp:extent cx="469265" cy="347345"/>
                <wp:effectExtent l="0" t="0" r="26035" b="14605"/>
                <wp:wrapNone/>
                <wp:docPr id="108" name="Zone de text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8" o:spid="_x0000_s1033" type="#_x0000_t202" style="position:absolute;margin-left:270.1pt;margin-top:147.45pt;width:36.95pt;height:27.3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3568700</wp:posOffset>
                </wp:positionH>
                <wp:positionV relativeFrom="paragraph">
                  <wp:posOffset>1280160</wp:posOffset>
                </wp:positionV>
                <wp:extent cx="173990" cy="1083310"/>
                <wp:effectExtent l="2540" t="0" r="19050" b="95250"/>
                <wp:wrapNone/>
                <wp:docPr id="107" name="Accolade fermant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54012" id="Accolade fermante 56" o:spid="_x0000_s1026" type="#_x0000_t88" style="position:absolute;margin-left:281pt;margin-top:100.8pt;width:13.7pt;height:85.3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2993390</wp:posOffset>
                </wp:positionH>
                <wp:positionV relativeFrom="paragraph">
                  <wp:posOffset>1505585</wp:posOffset>
                </wp:positionV>
                <wp:extent cx="1384300" cy="253365"/>
                <wp:effectExtent l="0" t="0" r="25400" b="13335"/>
                <wp:wrapNone/>
                <wp:docPr id="103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5" o:spid="_x0000_s1034" type="#_x0000_t202" style="position:absolute;margin-left:235.7pt;margin-top:118.55pt;width:109pt;height:19.9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148590</wp:posOffset>
            </wp:positionV>
            <wp:extent cx="142240" cy="755650"/>
            <wp:effectExtent l="0" t="0" r="0" b="6350"/>
            <wp:wrapNone/>
            <wp:docPr id="102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144780</wp:posOffset>
            </wp:positionV>
            <wp:extent cx="142240" cy="755650"/>
            <wp:effectExtent l="0" t="0" r="0" b="6350"/>
            <wp:wrapNone/>
            <wp:docPr id="101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148590</wp:posOffset>
            </wp:positionV>
            <wp:extent cx="142240" cy="755650"/>
            <wp:effectExtent l="0" t="0" r="0" b="6350"/>
            <wp:wrapNone/>
            <wp:docPr id="100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144780</wp:posOffset>
            </wp:positionV>
            <wp:extent cx="142240" cy="755650"/>
            <wp:effectExtent l="0" t="0" r="0" b="6350"/>
            <wp:wrapNone/>
            <wp:docPr id="99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139700</wp:posOffset>
            </wp:positionV>
            <wp:extent cx="142240" cy="755650"/>
            <wp:effectExtent l="0" t="0" r="0" b="6350"/>
            <wp:wrapNone/>
            <wp:docPr id="98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135890</wp:posOffset>
            </wp:positionV>
            <wp:extent cx="142240" cy="755650"/>
            <wp:effectExtent l="0" t="0" r="0" b="6350"/>
            <wp:wrapNone/>
            <wp:docPr id="97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779780</wp:posOffset>
            </wp:positionH>
            <wp:positionV relativeFrom="paragraph">
              <wp:posOffset>139700</wp:posOffset>
            </wp:positionV>
            <wp:extent cx="142240" cy="755650"/>
            <wp:effectExtent l="0" t="0" r="0" b="6350"/>
            <wp:wrapNone/>
            <wp:docPr id="96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920750</wp:posOffset>
            </wp:positionH>
            <wp:positionV relativeFrom="paragraph">
              <wp:posOffset>135890</wp:posOffset>
            </wp:positionV>
            <wp:extent cx="142240" cy="755650"/>
            <wp:effectExtent l="0" t="0" r="0" b="6350"/>
            <wp:wrapNone/>
            <wp:docPr id="95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1290320</wp:posOffset>
            </wp:positionH>
            <wp:positionV relativeFrom="paragraph">
              <wp:posOffset>748030</wp:posOffset>
            </wp:positionV>
            <wp:extent cx="143510" cy="139700"/>
            <wp:effectExtent l="0" t="0" r="8890" b="0"/>
            <wp:wrapNone/>
            <wp:docPr id="94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404495</wp:posOffset>
                </wp:positionH>
                <wp:positionV relativeFrom="paragraph">
                  <wp:posOffset>409575</wp:posOffset>
                </wp:positionV>
                <wp:extent cx="173990" cy="1083310"/>
                <wp:effectExtent l="2540" t="0" r="19050" b="95250"/>
                <wp:wrapNone/>
                <wp:docPr id="93" name="Accolade ferman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4626B" id="Accolade fermante 36" o:spid="_x0000_s1026" type="#_x0000_t88" style="position:absolute;margin-left:31.85pt;margin-top:32.25pt;width:13.7pt;height:85.3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599440</wp:posOffset>
                </wp:positionV>
                <wp:extent cx="173990" cy="687070"/>
                <wp:effectExtent l="0" t="8890" r="26670" b="102870"/>
                <wp:wrapNone/>
                <wp:docPr id="92" name="Accolade ferman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7ADB6" id="Accolade fermante 37" o:spid="_x0000_s1026" type="#_x0000_t88" style="position:absolute;margin-left:103.95pt;margin-top:47.2pt;width:13.7pt;height:54.1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429260</wp:posOffset>
                </wp:positionV>
                <wp:extent cx="173990" cy="1083310"/>
                <wp:effectExtent l="2540" t="0" r="19050" b="95250"/>
                <wp:wrapNone/>
                <wp:docPr id="91" name="Accolade ferman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6540A" id="Accolade fermante 39" o:spid="_x0000_s1026" type="#_x0000_t88" style="position:absolute;margin-left:69.8pt;margin-top:33.8pt;width:13.7pt;height:85.3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1021715</wp:posOffset>
                </wp:positionV>
                <wp:extent cx="469265" cy="347345"/>
                <wp:effectExtent l="0" t="0" r="26035" b="14605"/>
                <wp:wrapNone/>
                <wp:docPr id="90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1" o:spid="_x0000_s1035" type="#_x0000_t202" style="position:absolute;margin-left:58.9pt;margin-top:80.45pt;width:36.95pt;height:27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244475</wp:posOffset>
                </wp:positionV>
                <wp:extent cx="1909445" cy="269240"/>
                <wp:effectExtent l="0" t="0" r="14605" b="16510"/>
                <wp:wrapNone/>
                <wp:docPr id="89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9445" cy="269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  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0" o:spid="_x0000_s1036" type="#_x0000_t202" style="position:absolute;margin-left:11.75pt;margin-top:19.25pt;width:150.35pt;height:21.2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654685</wp:posOffset>
                </wp:positionV>
                <wp:extent cx="1384300" cy="253365"/>
                <wp:effectExtent l="0" t="0" r="25400" b="13335"/>
                <wp:wrapNone/>
                <wp:docPr id="8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8" o:spid="_x0000_s1037" type="#_x0000_t202" style="position:absolute;margin-left:24.5pt;margin-top:51.55pt;width:109pt;height:19.9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Pr="0006537D" w:rsidRDefault="001078C8" w:rsidP="001078C8">
      <w:pPr>
        <w:rPr>
          <w:rFonts w:ascii="Arial" w:hAnsi="Arial" w:cs="Arial"/>
          <w:b/>
        </w:rPr>
      </w:pPr>
      <w:r w:rsidRPr="0006537D">
        <w:rPr>
          <w:rFonts w:ascii="Arial" w:hAnsi="Arial" w:cs="Arial"/>
          <w:b/>
        </w:rPr>
        <w:t>Exercice : Complète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7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1078C8" w:rsidRPr="0006537D" w:rsidTr="00320460">
        <w:trPr>
          <w:trHeight w:val="728"/>
        </w:trPr>
        <w:tc>
          <w:tcPr>
            <w:tcW w:w="1021" w:type="dxa"/>
            <w:shd w:val="clear" w:color="auto" w:fill="D9D9D9"/>
            <w:vAlign w:val="center"/>
          </w:tcPr>
          <w:p w:rsidR="001078C8" w:rsidRPr="001078C8" w:rsidRDefault="001078C8" w:rsidP="0032046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1078C8">
              <w:rPr>
                <w:rFonts w:ascii="Arial" w:hAnsi="Arial" w:cs="Arial"/>
                <w:b/>
                <w:sz w:val="36"/>
              </w:rPr>
              <w:t>60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61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65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D9D9D9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69</w:t>
            </w:r>
          </w:p>
        </w:tc>
      </w:tr>
      <w:tr w:rsidR="001078C8" w:rsidRPr="0006537D" w:rsidTr="00320460">
        <w:trPr>
          <w:trHeight w:val="688"/>
        </w:trPr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71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72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76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78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</w:tr>
      <w:tr w:rsidR="001078C8" w:rsidRPr="0006537D" w:rsidTr="00320460">
        <w:trPr>
          <w:trHeight w:val="728"/>
        </w:trPr>
        <w:tc>
          <w:tcPr>
            <w:tcW w:w="1021" w:type="dxa"/>
            <w:shd w:val="clear" w:color="auto" w:fill="BFBFBF"/>
            <w:vAlign w:val="center"/>
          </w:tcPr>
          <w:p w:rsidR="001078C8" w:rsidRPr="001078C8" w:rsidRDefault="001078C8" w:rsidP="00320460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1078C8">
              <w:rPr>
                <w:rFonts w:ascii="Arial" w:hAnsi="Arial" w:cs="Arial"/>
                <w:b/>
                <w:sz w:val="36"/>
              </w:rPr>
              <w:t>80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83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87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shd w:val="clear" w:color="auto" w:fill="BFBFBF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</w:tr>
      <w:tr w:rsidR="001078C8" w:rsidRPr="0006537D" w:rsidTr="00320460">
        <w:trPr>
          <w:trHeight w:val="688"/>
        </w:trPr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91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94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96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21" w:type="dxa"/>
            <w:vAlign w:val="center"/>
          </w:tcPr>
          <w:p w:rsidR="001078C8" w:rsidRPr="0006537D" w:rsidRDefault="001078C8" w:rsidP="00320460">
            <w:pPr>
              <w:jc w:val="center"/>
              <w:rPr>
                <w:rFonts w:ascii="Arial" w:hAnsi="Arial" w:cs="Arial"/>
                <w:sz w:val="36"/>
              </w:rPr>
            </w:pPr>
            <w:r w:rsidRPr="0006537D">
              <w:rPr>
                <w:rFonts w:ascii="Arial" w:hAnsi="Arial" w:cs="Arial"/>
                <w:sz w:val="36"/>
              </w:rPr>
              <w:t>99</w:t>
            </w:r>
          </w:p>
        </w:tc>
      </w:tr>
    </w:tbl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2660650</wp:posOffset>
            </wp:positionH>
            <wp:positionV relativeFrom="paragraph">
              <wp:posOffset>25400</wp:posOffset>
            </wp:positionV>
            <wp:extent cx="142240" cy="755650"/>
            <wp:effectExtent l="0" t="0" r="0" b="6350"/>
            <wp:wrapNone/>
            <wp:docPr id="153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2795270</wp:posOffset>
            </wp:positionH>
            <wp:positionV relativeFrom="paragraph">
              <wp:posOffset>29210</wp:posOffset>
            </wp:positionV>
            <wp:extent cx="142240" cy="755650"/>
            <wp:effectExtent l="0" t="0" r="0" b="6350"/>
            <wp:wrapNone/>
            <wp:docPr id="154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25400</wp:posOffset>
            </wp:positionV>
            <wp:extent cx="142240" cy="755650"/>
            <wp:effectExtent l="0" t="0" r="0" b="6350"/>
            <wp:wrapNone/>
            <wp:docPr id="155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20320</wp:posOffset>
            </wp:positionV>
            <wp:extent cx="142240" cy="755650"/>
            <wp:effectExtent l="0" t="0" r="0" b="6350"/>
            <wp:wrapNone/>
            <wp:docPr id="156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16510</wp:posOffset>
            </wp:positionV>
            <wp:extent cx="142240" cy="755650"/>
            <wp:effectExtent l="0" t="0" r="0" b="6350"/>
            <wp:wrapNone/>
            <wp:docPr id="157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3348355</wp:posOffset>
            </wp:positionH>
            <wp:positionV relativeFrom="paragraph">
              <wp:posOffset>20320</wp:posOffset>
            </wp:positionV>
            <wp:extent cx="142240" cy="755650"/>
            <wp:effectExtent l="0" t="0" r="0" b="6350"/>
            <wp:wrapNone/>
            <wp:docPr id="158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290195</wp:posOffset>
                </wp:positionV>
                <wp:extent cx="173990" cy="1083310"/>
                <wp:effectExtent l="2540" t="0" r="19050" b="95250"/>
                <wp:wrapNone/>
                <wp:docPr id="87" name="Accolade ferman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18F02" id="Accolade fermante 19" o:spid="_x0000_s1026" type="#_x0000_t88" style="position:absolute;margin-left:234.1pt;margin-top:22.85pt;width:13.7pt;height:85.3pt;rotation: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3858895</wp:posOffset>
            </wp:positionH>
            <wp:positionV relativeFrom="paragraph">
              <wp:posOffset>623570</wp:posOffset>
            </wp:positionV>
            <wp:extent cx="143510" cy="139700"/>
            <wp:effectExtent l="0" t="0" r="8890" b="0"/>
            <wp:wrapNone/>
            <wp:docPr id="159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893445</wp:posOffset>
                </wp:positionV>
                <wp:extent cx="1809750" cy="253365"/>
                <wp:effectExtent l="0" t="0" r="19050" b="13335"/>
                <wp:wrapNone/>
                <wp:docPr id="86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14.4pt;margin-top:70.35pt;width:142.5pt;height:19.95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3692525</wp:posOffset>
            </wp:positionH>
            <wp:positionV relativeFrom="paragraph">
              <wp:posOffset>635000</wp:posOffset>
            </wp:positionV>
            <wp:extent cx="143510" cy="139700"/>
            <wp:effectExtent l="0" t="0" r="8890" b="0"/>
            <wp:wrapNone/>
            <wp:docPr id="151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619760</wp:posOffset>
                </wp:positionV>
                <wp:extent cx="220980" cy="451485"/>
                <wp:effectExtent l="0" t="953" r="25718" b="101917"/>
                <wp:wrapNone/>
                <wp:docPr id="85" name="Accolade ferman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220980" cy="451485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3070C" id="Accolade fermante 20" o:spid="_x0000_s1026" type="#_x0000_t88" style="position:absolute;margin-left:295.75pt;margin-top:48.8pt;width:17.4pt;height:35.55pt;rotation:9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" adj="6662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3474085</wp:posOffset>
                </wp:positionH>
                <wp:positionV relativeFrom="paragraph">
                  <wp:posOffset>1024890</wp:posOffset>
                </wp:positionV>
                <wp:extent cx="173990" cy="1083310"/>
                <wp:effectExtent l="2540" t="0" r="19050" b="95250"/>
                <wp:wrapNone/>
                <wp:docPr id="84" name="Accolade ferman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CAB28" id="Accolade fermante 22" o:spid="_x0000_s1026" type="#_x0000_t88" style="position:absolute;margin-left:273.55pt;margin-top:80.7pt;width:13.7pt;height:85.3pt;rotation: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1617345</wp:posOffset>
                </wp:positionV>
                <wp:extent cx="469265" cy="347345"/>
                <wp:effectExtent l="0" t="0" r="26035" b="14605"/>
                <wp:wrapNone/>
                <wp:docPr id="83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62.65pt;margin-top:127.35pt;width:36.95pt;height:27.35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29210</wp:posOffset>
            </wp:positionV>
            <wp:extent cx="142240" cy="755650"/>
            <wp:effectExtent l="0" t="0" r="0" b="6350"/>
            <wp:wrapNone/>
            <wp:docPr id="152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37D">
        <w:rPr>
          <w:rFonts w:ascii="Arial" w:hAnsi="Arial" w:cs="Arial"/>
          <w:b/>
        </w:rPr>
        <w:t xml:space="preserve">Exercice : </w:t>
      </w:r>
      <w:r>
        <w:rPr>
          <w:rFonts w:ascii="Arial" w:hAnsi="Arial" w:cs="Arial"/>
          <w:b/>
        </w:rPr>
        <w:t>Refais</w:t>
      </w:r>
      <w:r w:rsidRPr="0006537D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comme le modèle</w: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1174750</wp:posOffset>
            </wp:positionH>
            <wp:positionV relativeFrom="paragraph">
              <wp:posOffset>618490</wp:posOffset>
            </wp:positionV>
            <wp:extent cx="143510" cy="139700"/>
            <wp:effectExtent l="0" t="0" r="8890" b="0"/>
            <wp:wrapNone/>
            <wp:docPr id="13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142240" cy="755650"/>
            <wp:effectExtent l="0" t="0" r="0" b="6350"/>
            <wp:wrapNone/>
            <wp:docPr id="1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8890</wp:posOffset>
            </wp:positionV>
            <wp:extent cx="142240" cy="755650"/>
            <wp:effectExtent l="0" t="0" r="0" b="6350"/>
            <wp:wrapNone/>
            <wp:docPr id="13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12700</wp:posOffset>
            </wp:positionV>
            <wp:extent cx="142240" cy="755650"/>
            <wp:effectExtent l="0" t="0" r="0" b="6350"/>
            <wp:wrapNone/>
            <wp:docPr id="13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8890</wp:posOffset>
            </wp:positionV>
            <wp:extent cx="142240" cy="755650"/>
            <wp:effectExtent l="0" t="0" r="0" b="6350"/>
            <wp:wrapNone/>
            <wp:docPr id="13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553085</wp:posOffset>
            </wp:positionH>
            <wp:positionV relativeFrom="paragraph">
              <wp:posOffset>3810</wp:posOffset>
            </wp:positionV>
            <wp:extent cx="142240" cy="755650"/>
            <wp:effectExtent l="0" t="0" r="0" b="6350"/>
            <wp:wrapNone/>
            <wp:docPr id="139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695960</wp:posOffset>
            </wp:positionH>
            <wp:positionV relativeFrom="paragraph">
              <wp:posOffset>0</wp:posOffset>
            </wp:positionV>
            <wp:extent cx="142240" cy="755650"/>
            <wp:effectExtent l="0" t="0" r="0" b="6350"/>
            <wp:wrapNone/>
            <wp:docPr id="140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3810</wp:posOffset>
            </wp:positionV>
            <wp:extent cx="142240" cy="755650"/>
            <wp:effectExtent l="0" t="0" r="0" b="6350"/>
            <wp:wrapNone/>
            <wp:docPr id="141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0</wp:posOffset>
            </wp:positionV>
            <wp:extent cx="142240" cy="755650"/>
            <wp:effectExtent l="0" t="0" r="0" b="6350"/>
            <wp:wrapNone/>
            <wp:docPr id="142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1341120</wp:posOffset>
            </wp:positionH>
            <wp:positionV relativeFrom="paragraph">
              <wp:posOffset>612140</wp:posOffset>
            </wp:positionV>
            <wp:extent cx="143510" cy="139700"/>
            <wp:effectExtent l="0" t="0" r="8890" b="0"/>
            <wp:wrapNone/>
            <wp:docPr id="14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611505</wp:posOffset>
            </wp:positionV>
            <wp:extent cx="143510" cy="139700"/>
            <wp:effectExtent l="0" t="0" r="8890" b="0"/>
            <wp:wrapNone/>
            <wp:docPr id="144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273685</wp:posOffset>
                </wp:positionV>
                <wp:extent cx="173990" cy="1083310"/>
                <wp:effectExtent l="2540" t="0" r="19050" b="95250"/>
                <wp:wrapNone/>
                <wp:docPr id="82" name="Accolade ferman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CE7CC" id="Accolade fermante 13" o:spid="_x0000_s1026" type="#_x0000_t88" style="position:absolute;margin-left:35.85pt;margin-top:21.55pt;width:13.7pt;height:85.3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1372235</wp:posOffset>
                </wp:positionH>
                <wp:positionV relativeFrom="paragraph">
                  <wp:posOffset>454660</wp:posOffset>
                </wp:positionV>
                <wp:extent cx="173990" cy="687070"/>
                <wp:effectExtent l="0" t="8890" r="26670" b="102870"/>
                <wp:wrapNone/>
                <wp:docPr id="81" name="Accolade ferman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C61C4" id="Accolade fermante 14" o:spid="_x0000_s1026" type="#_x0000_t88" style="position:absolute;margin-left:108.05pt;margin-top:35.8pt;width:13.7pt;height:54.1pt;rotation: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2pQswIAAGM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" adj="3447" strokecolor="windowText" strokeweight="1pt">
                <v:stroke joinstyle="miter"/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150495</wp:posOffset>
                </wp:positionV>
                <wp:extent cx="1384300" cy="253365"/>
                <wp:effectExtent l="0" t="0" r="25400" b="13335"/>
                <wp:wrapNone/>
                <wp:docPr id="80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28.25pt;margin-top:11.85pt;width:109pt;height:19.95pt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56515</wp:posOffset>
                </wp:positionV>
                <wp:extent cx="1909445" cy="255270"/>
                <wp:effectExtent l="10160" t="12065" r="13970" b="8890"/>
                <wp:wrapNone/>
                <wp:docPr id="79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2552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8 dizaines et     3 unités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5.9pt;margin-top:4.45pt;width:150.35pt;height:20.1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" fillcolor="#f2f2f2" strokeweight=".5pt"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8 dizaines et     3 unités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73660</wp:posOffset>
                </wp:positionV>
                <wp:extent cx="1384935" cy="254000"/>
                <wp:effectExtent l="5715" t="8890" r="9525" b="13335"/>
                <wp:wrapNone/>
                <wp:docPr id="78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540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80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>+       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5.3pt;margin-top:5.8pt;width:109.05pt;height:20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" fillcolor="#f2f2f2" strokeweight=".5pt"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80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>+        3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895985</wp:posOffset>
                </wp:positionH>
                <wp:positionV relativeFrom="paragraph">
                  <wp:posOffset>-427355</wp:posOffset>
                </wp:positionV>
                <wp:extent cx="173990" cy="1083310"/>
                <wp:effectExtent l="2540" t="0" r="19050" b="95250"/>
                <wp:wrapNone/>
                <wp:docPr id="77" name="Accolade ferman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613E9" id="Accolade fermante 16" o:spid="_x0000_s1026" type="#_x0000_t88" style="position:absolute;margin-left:70.55pt;margin-top:-33.65pt;width:13.7pt;height:85.3pt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165100</wp:posOffset>
                </wp:positionV>
                <wp:extent cx="469265" cy="347345"/>
                <wp:effectExtent l="13335" t="13335" r="12700" b="10795"/>
                <wp:wrapNone/>
                <wp:docPr id="76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06537D">
                              <w:rPr>
                                <w:rFonts w:ascii="Arial" w:hAnsi="Arial" w:cs="Arial"/>
                                <w:sz w:val="36"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9.65pt;margin-top:13pt;width:36.95pt;height:27.3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" fillcolor="#f2f2f2" strokeweight=".5pt"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 w:rsidRPr="0006537D">
                        <w:rPr>
                          <w:rFonts w:ascii="Arial" w:hAnsi="Arial" w:cs="Arial"/>
                          <w:sz w:val="36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695325</wp:posOffset>
                </wp:positionV>
                <wp:extent cx="173990" cy="687070"/>
                <wp:effectExtent l="0" t="8890" r="26670" b="102870"/>
                <wp:wrapNone/>
                <wp:docPr id="75" name="Accolade ferman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53B82" id="Accolade fermante 54" o:spid="_x0000_s1026" type="#_x0000_t88" style="position:absolute;margin-left:307.3pt;margin-top:54.75pt;width:13.7pt;height:54.1pt;rotation: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13ftAIAAGM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505460</wp:posOffset>
                </wp:positionV>
                <wp:extent cx="173990" cy="1083310"/>
                <wp:effectExtent l="2540" t="0" r="19050" b="95250"/>
                <wp:wrapNone/>
                <wp:docPr id="74" name="Accolade ferman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6104" id="Accolade fermante 53" o:spid="_x0000_s1026" type="#_x0000_t88" style="position:absolute;margin-left:235.2pt;margin-top:39.8pt;width:13.7pt;height:85.3pt;rotation:9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843280</wp:posOffset>
            </wp:positionV>
            <wp:extent cx="143510" cy="139700"/>
            <wp:effectExtent l="0" t="0" r="8890" b="0"/>
            <wp:wrapNone/>
            <wp:docPr id="190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843915</wp:posOffset>
            </wp:positionV>
            <wp:extent cx="143510" cy="139700"/>
            <wp:effectExtent l="0" t="0" r="8890" b="0"/>
            <wp:wrapNone/>
            <wp:docPr id="189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235585</wp:posOffset>
            </wp:positionV>
            <wp:extent cx="142240" cy="755650"/>
            <wp:effectExtent l="0" t="0" r="0" b="6350"/>
            <wp:wrapNone/>
            <wp:docPr id="188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3227705</wp:posOffset>
            </wp:positionH>
            <wp:positionV relativeFrom="paragraph">
              <wp:posOffset>231775</wp:posOffset>
            </wp:positionV>
            <wp:extent cx="142240" cy="755650"/>
            <wp:effectExtent l="0" t="0" r="0" b="6350"/>
            <wp:wrapNone/>
            <wp:docPr id="187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3084830</wp:posOffset>
            </wp:positionH>
            <wp:positionV relativeFrom="paragraph">
              <wp:posOffset>235585</wp:posOffset>
            </wp:positionV>
            <wp:extent cx="142240" cy="755650"/>
            <wp:effectExtent l="0" t="0" r="0" b="6350"/>
            <wp:wrapNone/>
            <wp:docPr id="186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2950210</wp:posOffset>
            </wp:positionH>
            <wp:positionV relativeFrom="paragraph">
              <wp:posOffset>240665</wp:posOffset>
            </wp:positionV>
            <wp:extent cx="142240" cy="755650"/>
            <wp:effectExtent l="0" t="0" r="0" b="6350"/>
            <wp:wrapNone/>
            <wp:docPr id="185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2809240</wp:posOffset>
            </wp:positionH>
            <wp:positionV relativeFrom="paragraph">
              <wp:posOffset>244475</wp:posOffset>
            </wp:positionV>
            <wp:extent cx="142240" cy="755650"/>
            <wp:effectExtent l="0" t="0" r="0" b="6350"/>
            <wp:wrapNone/>
            <wp:docPr id="184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240665</wp:posOffset>
            </wp:positionV>
            <wp:extent cx="142240" cy="755650"/>
            <wp:effectExtent l="0" t="0" r="0" b="6350"/>
            <wp:wrapNone/>
            <wp:docPr id="183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244475</wp:posOffset>
            </wp:positionV>
            <wp:extent cx="142240" cy="755650"/>
            <wp:effectExtent l="0" t="0" r="0" b="6350"/>
            <wp:wrapNone/>
            <wp:docPr id="182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3706495</wp:posOffset>
            </wp:positionH>
            <wp:positionV relativeFrom="paragraph">
              <wp:posOffset>850265</wp:posOffset>
            </wp:positionV>
            <wp:extent cx="143510" cy="139700"/>
            <wp:effectExtent l="0" t="0" r="8890" b="0"/>
            <wp:wrapNone/>
            <wp:docPr id="181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3889375</wp:posOffset>
            </wp:positionH>
            <wp:positionV relativeFrom="paragraph">
              <wp:posOffset>693420</wp:posOffset>
            </wp:positionV>
            <wp:extent cx="143510" cy="139700"/>
            <wp:effectExtent l="0" t="0" r="8890" b="0"/>
            <wp:wrapNone/>
            <wp:docPr id="198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94432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692785</wp:posOffset>
            </wp:positionV>
            <wp:extent cx="143510" cy="139700"/>
            <wp:effectExtent l="0" t="0" r="8890" b="0"/>
            <wp:wrapNone/>
            <wp:docPr id="199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695960</wp:posOffset>
            </wp:positionV>
            <wp:extent cx="143510" cy="139700"/>
            <wp:effectExtent l="0" t="0" r="8890" b="0"/>
            <wp:wrapNone/>
            <wp:docPr id="197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1109345</wp:posOffset>
                </wp:positionV>
                <wp:extent cx="2111375" cy="255270"/>
                <wp:effectExtent l="0" t="0" r="22225" b="11430"/>
                <wp:wrapNone/>
                <wp:docPr id="73" name="Zone de text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255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    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07.6pt;margin-top:87.35pt;width:166.25pt;height:20.1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1872615</wp:posOffset>
                </wp:positionV>
                <wp:extent cx="469265" cy="347345"/>
                <wp:effectExtent l="0" t="0" r="26035" b="14605"/>
                <wp:wrapNone/>
                <wp:docPr id="72" name="Zone de text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70.1pt;margin-top:147.45pt;width:36.95pt;height:27.35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3568700</wp:posOffset>
                </wp:positionH>
                <wp:positionV relativeFrom="paragraph">
                  <wp:posOffset>1280160</wp:posOffset>
                </wp:positionV>
                <wp:extent cx="173990" cy="1083310"/>
                <wp:effectExtent l="2540" t="0" r="19050" b="95250"/>
                <wp:wrapNone/>
                <wp:docPr id="71" name="Accolade fermant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DC4C3" id="Accolade fermante 56" o:spid="_x0000_s1026" type="#_x0000_t88" style="position:absolute;margin-left:281pt;margin-top:100.8pt;width:13.7pt;height:85.3pt;rotation:9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>
                <wp:simplePos x="0" y="0"/>
                <wp:positionH relativeFrom="column">
                  <wp:posOffset>2993390</wp:posOffset>
                </wp:positionH>
                <wp:positionV relativeFrom="paragraph">
                  <wp:posOffset>1505585</wp:posOffset>
                </wp:positionV>
                <wp:extent cx="1384300" cy="253365"/>
                <wp:effectExtent l="0" t="0" r="25400" b="13335"/>
                <wp:wrapNone/>
                <wp:docPr id="70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35.7pt;margin-top:118.55pt;width:109pt;height:19.95pt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148590</wp:posOffset>
            </wp:positionV>
            <wp:extent cx="142240" cy="755650"/>
            <wp:effectExtent l="0" t="0" r="0" b="6350"/>
            <wp:wrapNone/>
            <wp:docPr id="166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144780</wp:posOffset>
            </wp:positionV>
            <wp:extent cx="142240" cy="755650"/>
            <wp:effectExtent l="0" t="0" r="0" b="6350"/>
            <wp:wrapNone/>
            <wp:docPr id="167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148590</wp:posOffset>
            </wp:positionV>
            <wp:extent cx="142240" cy="755650"/>
            <wp:effectExtent l="0" t="0" r="0" b="6350"/>
            <wp:wrapNone/>
            <wp:docPr id="168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144780</wp:posOffset>
            </wp:positionV>
            <wp:extent cx="142240" cy="755650"/>
            <wp:effectExtent l="0" t="0" r="0" b="6350"/>
            <wp:wrapNone/>
            <wp:docPr id="169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139700</wp:posOffset>
            </wp:positionV>
            <wp:extent cx="142240" cy="755650"/>
            <wp:effectExtent l="0" t="0" r="0" b="6350"/>
            <wp:wrapNone/>
            <wp:docPr id="170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135890</wp:posOffset>
            </wp:positionV>
            <wp:extent cx="142240" cy="755650"/>
            <wp:effectExtent l="0" t="0" r="0" b="6350"/>
            <wp:wrapNone/>
            <wp:docPr id="171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779780</wp:posOffset>
            </wp:positionH>
            <wp:positionV relativeFrom="paragraph">
              <wp:posOffset>139700</wp:posOffset>
            </wp:positionV>
            <wp:extent cx="142240" cy="755650"/>
            <wp:effectExtent l="0" t="0" r="0" b="6350"/>
            <wp:wrapNone/>
            <wp:docPr id="172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920750</wp:posOffset>
            </wp:positionH>
            <wp:positionV relativeFrom="paragraph">
              <wp:posOffset>135890</wp:posOffset>
            </wp:positionV>
            <wp:extent cx="142240" cy="755650"/>
            <wp:effectExtent l="0" t="0" r="0" b="6350"/>
            <wp:wrapNone/>
            <wp:docPr id="173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1290320</wp:posOffset>
            </wp:positionH>
            <wp:positionV relativeFrom="paragraph">
              <wp:posOffset>748030</wp:posOffset>
            </wp:positionV>
            <wp:extent cx="143510" cy="139700"/>
            <wp:effectExtent l="0" t="0" r="8890" b="0"/>
            <wp:wrapNone/>
            <wp:docPr id="174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404495</wp:posOffset>
                </wp:positionH>
                <wp:positionV relativeFrom="paragraph">
                  <wp:posOffset>409575</wp:posOffset>
                </wp:positionV>
                <wp:extent cx="173990" cy="1083310"/>
                <wp:effectExtent l="2540" t="0" r="19050" b="95250"/>
                <wp:wrapNone/>
                <wp:docPr id="67" name="Accolade ferman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7C914" id="Accolade fermante 36" o:spid="_x0000_s1026" type="#_x0000_t88" style="position:absolute;margin-left:31.85pt;margin-top:32.25pt;width:13.7pt;height:85.3pt;rotation:9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599440</wp:posOffset>
                </wp:positionV>
                <wp:extent cx="173990" cy="687070"/>
                <wp:effectExtent l="0" t="8890" r="26670" b="102870"/>
                <wp:wrapNone/>
                <wp:docPr id="52" name="Accolade ferman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68707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9AD8A" id="Accolade fermante 37" o:spid="_x0000_s1026" type="#_x0000_t88" style="position:absolute;margin-left:103.95pt;margin-top:47.2pt;width:13.7pt;height:54.1pt;rotation:9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" adj="3447" strokecolor="windowText" strokeweight="1pt">
                <v:stroke joinstyle="miter"/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429260</wp:posOffset>
                </wp:positionV>
                <wp:extent cx="173990" cy="1083310"/>
                <wp:effectExtent l="2540" t="0" r="19050" b="95250"/>
                <wp:wrapNone/>
                <wp:docPr id="42" name="Accolade ferman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3990" cy="1083310"/>
                        </a:xfrm>
                        <a:prstGeom prst="rightBrace">
                          <a:avLst>
                            <a:gd name="adj1" fmla="val 63015"/>
                            <a:gd name="adj2" fmla="val 5000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5E71D" id="Accolade fermante 39" o:spid="_x0000_s1026" type="#_x0000_t88" style="position:absolute;margin-left:69.8pt;margin-top:33.8pt;width:13.7pt;height:85.3pt;rotation:9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" adj="2186" strokecolor="windowText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1021715</wp:posOffset>
                </wp:positionV>
                <wp:extent cx="469265" cy="347345"/>
                <wp:effectExtent l="0" t="0" r="26035" b="14605"/>
                <wp:wrapNone/>
                <wp:docPr id="34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47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8.9pt;margin-top:80.45pt;width:36.95pt;height:27.35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244475</wp:posOffset>
                </wp:positionV>
                <wp:extent cx="1909445" cy="269240"/>
                <wp:effectExtent l="0" t="0" r="14605" b="16510"/>
                <wp:wrapNone/>
                <wp:docPr id="33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9445" cy="269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 dizaines et    … 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1.75pt;margin-top:19.25pt;width:150.35pt;height:21.2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 dizaines et    … 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654685</wp:posOffset>
                </wp:positionV>
                <wp:extent cx="1384300" cy="253365"/>
                <wp:effectExtent l="0" t="0" r="25400" b="13335"/>
                <wp:wrapNone/>
                <wp:docPr id="12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4300" cy="253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8C8" w:rsidRPr="0006537D" w:rsidRDefault="001078C8" w:rsidP="001078C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 </w:t>
                            </w:r>
                            <w:r w:rsidRPr="0006537D">
                              <w:rPr>
                                <w:rFonts w:ascii="Arial" w:hAnsi="Arial" w:cs="Arial"/>
                                <w:sz w:val="24"/>
                              </w:rPr>
                              <w:t xml:space="preserve">+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4.5pt;margin-top:51.55pt;width:109pt;height:19.95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" fillcolor="window" strokeweight=".5pt">
                <v:path arrowok="t"/>
                <v:textbox>
                  <w:txbxContent>
                    <w:p w:rsidR="001078C8" w:rsidRPr="0006537D" w:rsidRDefault="001078C8" w:rsidP="001078C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 </w:t>
                      </w:r>
                      <w:r w:rsidRPr="0006537D">
                        <w:rPr>
                          <w:rFonts w:ascii="Arial" w:hAnsi="Arial" w:cs="Arial"/>
                          <w:sz w:val="24"/>
                        </w:rPr>
                        <w:t xml:space="preserve">+  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</w:p>
    <w:p w:rsidR="001078C8" w:rsidRDefault="001078C8" w:rsidP="001078C8">
      <w:pPr>
        <w:rPr>
          <w:rFonts w:ascii="Arial" w:hAnsi="Arial" w:cs="Arial"/>
          <w:b/>
        </w:rPr>
      </w:pPr>
      <w:bookmarkStart w:id="0" w:name="_GoBack"/>
      <w:bookmarkEnd w:id="0"/>
    </w:p>
    <w:sectPr w:rsidR="001078C8" w:rsidSect="001078C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C8"/>
    <w:rsid w:val="001078C8"/>
    <w:rsid w:val="001D645B"/>
    <w:rsid w:val="005175A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30257-07CD-406E-A393-470546F7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8C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78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2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2017-04-30T08:54:00Z</dcterms:created>
  <dcterms:modified xsi:type="dcterms:W3CDTF">2017-04-30T08:58:00Z</dcterms:modified>
</cp:coreProperties>
</file>